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71905DAC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550A7E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3D7DE7D8" w14:textId="4042A894" w:rsidR="00DD29C3" w:rsidRPr="00DD29C3" w:rsidRDefault="00404ABB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</w:t>
      </w:r>
      <w:r w:rsidR="00DD29C3"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oddodavatel</w:t>
      </w:r>
      <w:r>
        <w:rPr>
          <w:rFonts w:asciiTheme="majorHAnsi" w:eastAsia="Times New Roman" w:hAnsiTheme="majorHAnsi" w:cs="Times New Roman"/>
          <w:b/>
          <w:u w:val="single"/>
          <w:lang w:eastAsia="cs-CZ"/>
        </w:rPr>
        <w:t>ů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04ABB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0A7E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4CA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742BC"/>
    <w:rsid w:val="00AA4CBB"/>
    <w:rsid w:val="00AA65FA"/>
    <w:rsid w:val="00AA6A74"/>
    <w:rsid w:val="00AA7351"/>
    <w:rsid w:val="00AB0A0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15000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A3C5B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14C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2024-01-25T09:37:00Z</dcterms:created>
  <dcterms:modified xsi:type="dcterms:W3CDTF">2024-11-14T16:45:00Z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